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49DD2CD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C24E21">
        <w:rPr>
          <w:rFonts w:ascii="Corbel" w:hAnsi="Corbel"/>
          <w:i/>
          <w:smallCaps/>
          <w:sz w:val="24"/>
          <w:szCs w:val="24"/>
        </w:rPr>
        <w:t>2019-2022</w:t>
      </w:r>
    </w:p>
    <w:p w14:paraId="44B528CF" w14:textId="1AA3C2E3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C24E21">
        <w:rPr>
          <w:rFonts w:ascii="Corbel" w:hAnsi="Corbel"/>
          <w:sz w:val="20"/>
          <w:szCs w:val="20"/>
        </w:rPr>
        <w:t>0/</w:t>
      </w:r>
      <w:r w:rsidR="0098200B">
        <w:rPr>
          <w:rFonts w:ascii="Corbel" w:hAnsi="Corbel"/>
          <w:sz w:val="20"/>
          <w:szCs w:val="20"/>
        </w:rPr>
        <w:t>202</w:t>
      </w:r>
      <w:r w:rsidR="00C24E21">
        <w:rPr>
          <w:rFonts w:ascii="Corbel" w:hAnsi="Corbel"/>
          <w:sz w:val="20"/>
          <w:szCs w:val="20"/>
        </w:rPr>
        <w:t>1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5B293DED" w:rsidR="0085747A" w:rsidRPr="00C8229F" w:rsidRDefault="00C82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29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29D5D8AB" w:rsidR="00015B8F" w:rsidRPr="009C54AE" w:rsidRDefault="00C82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4BFB7FDB" w:rsidR="00015B8F" w:rsidRPr="009C54AE" w:rsidRDefault="00C82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596E86E6" w:rsidR="00A93C0F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697BEA21" w:rsidR="0085747A" w:rsidRPr="009C54AE" w:rsidRDefault="00C8229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00005D27" w:rsidR="00C61DC5" w:rsidRPr="009C54AE" w:rsidRDefault="00C8229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9087E" w14:textId="77777777" w:rsidR="00E27789" w:rsidRDefault="00E27789" w:rsidP="00C16ABF">
      <w:pPr>
        <w:spacing w:after="0" w:line="240" w:lineRule="auto"/>
      </w:pPr>
      <w:r>
        <w:separator/>
      </w:r>
    </w:p>
  </w:endnote>
  <w:endnote w:type="continuationSeparator" w:id="0">
    <w:p w14:paraId="2F366865" w14:textId="77777777" w:rsidR="00E27789" w:rsidRDefault="00E277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975E7" w14:textId="77777777" w:rsidR="00E27789" w:rsidRDefault="00E27789" w:rsidP="00C16ABF">
      <w:pPr>
        <w:spacing w:after="0" w:line="240" w:lineRule="auto"/>
      </w:pPr>
      <w:r>
        <w:separator/>
      </w:r>
    </w:p>
  </w:footnote>
  <w:footnote w:type="continuationSeparator" w:id="0">
    <w:p w14:paraId="57AEB8AC" w14:textId="77777777" w:rsidR="00E27789" w:rsidRDefault="00E2778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70FA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4E21"/>
    <w:rsid w:val="00C26CB7"/>
    <w:rsid w:val="00C324C1"/>
    <w:rsid w:val="00C36992"/>
    <w:rsid w:val="00C56036"/>
    <w:rsid w:val="00C61DC5"/>
    <w:rsid w:val="00C67E92"/>
    <w:rsid w:val="00C70A26"/>
    <w:rsid w:val="00C766DF"/>
    <w:rsid w:val="00C8229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27789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EBD94-611C-4DC2-8C80-C5A6678A50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947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2020-11-13T09:46:00Z</dcterms:created>
  <dcterms:modified xsi:type="dcterms:W3CDTF">2020-12-11T06:21:00Z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